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36" w:rsidRDefault="00D34C36" w:rsidP="00061EC3">
      <w:bookmarkStart w:id="0" w:name="_GoBack"/>
      <w:bookmarkEnd w:id="0"/>
    </w:p>
    <w:p w:rsidR="00D34C36" w:rsidRDefault="00D34C36" w:rsidP="00D34C36">
      <w:pPr>
        <w:jc w:val="both"/>
        <w:rPr>
          <w:noProof/>
          <w:sz w:val="24"/>
          <w:szCs w:val="24"/>
        </w:rPr>
      </w:pPr>
      <w:r w:rsidRPr="00D34C36">
        <w:rPr>
          <w:noProof/>
          <w:sz w:val="24"/>
          <w:szCs w:val="24"/>
        </w:rPr>
        <w:t xml:space="preserve">Découper l'horloge ainsi que les deux aiguilles. Coller l'horloge sur un support cartonné. Faire de même avec les aiguilles. Puis fixer les aiguilles de manière à pouvoir les bouger afin d'indiquer différentes heures sur la montre. </w:t>
      </w:r>
    </w:p>
    <w:p w:rsidR="00D34C36" w:rsidRPr="00D34C36" w:rsidRDefault="00D34C36" w:rsidP="00D34C36">
      <w:pPr>
        <w:jc w:val="both"/>
        <w:rPr>
          <w:noProof/>
          <w:sz w:val="24"/>
          <w:szCs w:val="24"/>
        </w:rPr>
      </w:pPr>
    </w:p>
    <w:p w:rsidR="00D34C36" w:rsidRDefault="00D34C36" w:rsidP="00061EC3">
      <w:pPr>
        <w:rPr>
          <w:noProof/>
          <w:color w:val="0000FF"/>
        </w:rPr>
      </w:pPr>
    </w:p>
    <w:p w:rsidR="00D34C36" w:rsidRDefault="00D34C36" w:rsidP="00061EC3">
      <w:pPr>
        <w:rPr>
          <w:noProof/>
          <w:color w:val="0000FF"/>
        </w:rPr>
      </w:pPr>
    </w:p>
    <w:p w:rsidR="00F36260" w:rsidRPr="00C90A44" w:rsidRDefault="00061EC3" w:rsidP="00061EC3">
      <w:r>
        <w:rPr>
          <w:noProof/>
          <w:color w:val="0000FF"/>
        </w:rPr>
        <w:drawing>
          <wp:inline distT="0" distB="0" distL="0" distR="0" wp14:anchorId="6795D24D" wp14:editId="4D800076">
            <wp:extent cx="5684520" cy="7071360"/>
            <wp:effectExtent l="0" t="0" r="0" b="0"/>
            <wp:docPr id="1" name="irc_mi" descr="Résultat de recherche d'images pour &quot;horloge feuille a4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horloge feuille a4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707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260" w:rsidRPr="00C9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C3"/>
    <w:rsid w:val="00061EC3"/>
    <w:rsid w:val="0013656C"/>
    <w:rsid w:val="006B3802"/>
    <w:rsid w:val="00B65436"/>
    <w:rsid w:val="00BF49C4"/>
    <w:rsid w:val="00C5490A"/>
    <w:rsid w:val="00C90A44"/>
    <w:rsid w:val="00D34C36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061E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61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061E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61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google.ch/url?sa=i&amp;rct=j&amp;q=&amp;esrc=s&amp;source=images&amp;cd=&amp;ved=2ahUKEwjruPjErJbjAhXGGuwKHTwlBJgQjRx6BAgBEAU&amp;url=https://www.pinterest.com/pin/785315253744993792/&amp;psig=AOvVaw36Uz4NogQasoMMxE4qV8cR&amp;ust=156216076517409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F589-2206-4C7F-B060-4F407734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7EE801F2.dotm</Template>
  <TotalTime>5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Wüest Larissa (DCS)</dc:creator>
  <cp:lastModifiedBy>Wüest Larissa (DCS)</cp:lastModifiedBy>
  <cp:revision>2</cp:revision>
  <dcterms:created xsi:type="dcterms:W3CDTF">2019-07-02T13:33:00Z</dcterms:created>
  <dcterms:modified xsi:type="dcterms:W3CDTF">2019-07-02T13:38:00Z</dcterms:modified>
</cp:coreProperties>
</file>